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14442C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19665E" w:rsidRPr="0019665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HW129</w:t>
                        </w:r>
                        <w:r w:rsidR="0019665E">
                          <w:rPr>
                            <w:noProof/>
                          </w:rPr>
                          <w:t>_AllQuadrilaterals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19665E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30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BB1DEA" w:rsidRPr="00BB1DEA" w:rsidRDefault="00BB1DEA" w:rsidP="00BB1DEA">
      <w:pPr>
        <w:spacing w:line="360" w:lineRule="auto"/>
        <w:rPr>
          <w:b/>
          <w:i/>
        </w:rPr>
      </w:pPr>
      <w:r w:rsidRPr="00BB1DEA">
        <w:rPr>
          <w:b/>
          <w:i/>
        </w:rPr>
        <w:t>Fill in the blanks. Demonstrate each statement by marking the figure to the right.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6"/>
      </w:tblGrid>
      <w:tr w:rsidR="00BB1DEA" w:rsidRPr="00D76F98" w:rsidTr="00E33789">
        <w:trPr>
          <w:trHeight w:val="2166"/>
        </w:trPr>
        <w:tc>
          <w:tcPr>
            <w:tcW w:w="11016" w:type="dxa"/>
          </w:tcPr>
          <w:p w:rsidR="00BB1DEA" w:rsidRPr="00D76F98" w:rsidRDefault="00BB1DEA" w:rsidP="00E33789">
            <w:r>
              <w:t xml:space="preserve">1) </w:t>
            </w:r>
            <w:r w:rsidRPr="00D76F98">
              <w:rPr>
                <w:b/>
                <w:u w:val="single"/>
              </w:rPr>
              <w:t>Parallelogram</w:t>
            </w:r>
          </w:p>
          <w:p w:rsidR="00BB1DEA" w:rsidRPr="00D76F98" w:rsidRDefault="00BB1DEA" w:rsidP="00E33789">
            <w:r w:rsidRPr="00D76F98">
              <w:rPr>
                <w:noProof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1" o:spid="_x0000_s1032" type="#_x0000_t7" style="position:absolute;margin-left:382.4pt;margin-top:4.85pt;width:128.25pt;height:66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" adj="2811" strokeweight=".25pt"/>
              </w:pict>
            </w:r>
          </w:p>
          <w:p w:rsidR="00BB1DEA" w:rsidRPr="002024E3" w:rsidRDefault="00BB1DEA" w:rsidP="00BB1DEA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The ________________ sides are parallel </w:t>
            </w:r>
            <w:r>
              <w:rPr>
                <w:rFonts w:ascii="Calibri" w:hAnsi="Calibri"/>
              </w:rPr>
              <w:t xml:space="preserve"> </w:t>
            </w:r>
          </w:p>
          <w:p w:rsidR="00BB1DEA" w:rsidRPr="002024E3" w:rsidRDefault="00BB1DEA" w:rsidP="00BB1DEA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>The _______</w:t>
            </w:r>
            <w:r>
              <w:rPr>
                <w:rFonts w:ascii="Calibri" w:hAnsi="Calibri"/>
              </w:rPr>
              <w:t>___</w:t>
            </w:r>
            <w:r w:rsidRPr="002024E3">
              <w:rPr>
                <w:rFonts w:ascii="Calibri" w:hAnsi="Calibri"/>
              </w:rPr>
              <w:t>_____ sides are</w:t>
            </w:r>
            <w:r>
              <w:rPr>
                <w:rFonts w:ascii="Calibri" w:hAnsi="Calibri"/>
              </w:rPr>
              <w:t xml:space="preserve"> also</w:t>
            </w:r>
            <w:r w:rsidRPr="002024E3">
              <w:rPr>
                <w:rFonts w:ascii="Calibri" w:hAnsi="Calibri"/>
              </w:rPr>
              <w:t xml:space="preserve"> __</w:t>
            </w:r>
            <w:r>
              <w:rPr>
                <w:rFonts w:ascii="Calibri" w:hAnsi="Calibri"/>
              </w:rPr>
              <w:t>___</w:t>
            </w:r>
            <w:r w:rsidRPr="002024E3">
              <w:rPr>
                <w:rFonts w:ascii="Calibri" w:hAnsi="Calibri"/>
              </w:rPr>
              <w:t>_________</w:t>
            </w:r>
          </w:p>
          <w:p w:rsidR="00BB1DEA" w:rsidRPr="002024E3" w:rsidRDefault="00BB1DEA" w:rsidP="00BB1DEA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>The opposite angles are ______</w:t>
            </w:r>
            <w:r>
              <w:rPr>
                <w:rFonts w:ascii="Calibri" w:hAnsi="Calibri"/>
              </w:rPr>
              <w:t>___</w:t>
            </w:r>
            <w:r w:rsidRPr="002024E3">
              <w:rPr>
                <w:rFonts w:ascii="Calibri" w:hAnsi="Calibri"/>
              </w:rPr>
              <w:t>_____</w:t>
            </w:r>
          </w:p>
          <w:p w:rsidR="00BB1DEA" w:rsidRPr="002024E3" w:rsidRDefault="00BB1DEA" w:rsidP="00BB1DEA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>The _______</w:t>
            </w:r>
            <w:r>
              <w:rPr>
                <w:rFonts w:ascii="Calibri" w:hAnsi="Calibri"/>
              </w:rPr>
              <w:t>____</w:t>
            </w:r>
            <w:r w:rsidRPr="002024E3">
              <w:rPr>
                <w:rFonts w:ascii="Calibri" w:hAnsi="Calibri"/>
              </w:rPr>
              <w:t xml:space="preserve">____bisect each other </w:t>
            </w:r>
          </w:p>
          <w:p w:rsidR="00BB1DEA" w:rsidRPr="002024E3" w:rsidRDefault="00BB1DEA" w:rsidP="00BB1DEA">
            <w:pPr>
              <w:numPr>
                <w:ilvl w:val="0"/>
                <w:numId w:val="3"/>
              </w:numPr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All</w:t>
            </w:r>
            <w:r w:rsidRPr="002024E3">
              <w:rPr>
                <w:rFonts w:ascii="Calibri" w:hAnsi="Calibri"/>
              </w:rPr>
              <w:t xml:space="preserve"> _______________ angles are supplementary</w:t>
            </w:r>
          </w:p>
        </w:tc>
      </w:tr>
      <w:tr w:rsidR="00BB1DEA" w:rsidRPr="00D76F98" w:rsidTr="00E33789">
        <w:trPr>
          <w:trHeight w:val="1628"/>
        </w:trPr>
        <w:tc>
          <w:tcPr>
            <w:tcW w:w="11016" w:type="dxa"/>
          </w:tcPr>
          <w:p w:rsidR="00BB1DEA" w:rsidRPr="00D76F98" w:rsidRDefault="00BB1DEA" w:rsidP="00E33789">
            <w:r w:rsidRPr="00D76F98">
              <w:rPr>
                <w:noProof/>
              </w:rPr>
              <w:pict>
                <v:rect id="Rectangle 2" o:spid="_x0000_s1033" style="position:absolute;margin-left:358.5pt;margin-top:6.65pt;width:156pt;height:63.7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" strokeweight=".25pt"/>
              </w:pict>
            </w:r>
            <w:r>
              <w:t xml:space="preserve">2) </w:t>
            </w:r>
            <w:r w:rsidRPr="00D76F98">
              <w:rPr>
                <w:b/>
                <w:u w:val="single"/>
              </w:rPr>
              <w:t>Rectangle</w:t>
            </w:r>
          </w:p>
          <w:p w:rsidR="00BB1DEA" w:rsidRPr="002024E3" w:rsidRDefault="00BB1DEA" w:rsidP="00BB1DEA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All properties of a </w:t>
            </w:r>
            <w:r>
              <w:rPr>
                <w:rFonts w:ascii="Calibri" w:hAnsi="Calibri"/>
              </w:rPr>
              <w:t>________________</w:t>
            </w:r>
            <w:r w:rsidRPr="002024E3">
              <w:rPr>
                <w:rFonts w:ascii="Calibri" w:hAnsi="Calibri"/>
              </w:rPr>
              <w:t xml:space="preserve"> apply to rectangle</w:t>
            </w:r>
          </w:p>
          <w:p w:rsidR="00BB1DEA" w:rsidRPr="002024E3" w:rsidRDefault="00BB1DEA" w:rsidP="00BB1DEA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>All angles are ___________ angles</w:t>
            </w:r>
          </w:p>
          <w:p w:rsidR="00BB1DEA" w:rsidRPr="002024E3" w:rsidRDefault="00BB1DEA" w:rsidP="00BB1DEA">
            <w:pPr>
              <w:numPr>
                <w:ilvl w:val="0"/>
                <w:numId w:val="4"/>
              </w:numPr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>The diagonals are _____________</w:t>
            </w:r>
          </w:p>
        </w:tc>
      </w:tr>
      <w:tr w:rsidR="00554440" w:rsidRPr="00D76F98" w:rsidTr="00E33789">
        <w:trPr>
          <w:trHeight w:val="2330"/>
        </w:trPr>
        <w:tc>
          <w:tcPr>
            <w:tcW w:w="11016" w:type="dxa"/>
          </w:tcPr>
          <w:p w:rsidR="00554440" w:rsidRPr="00D76F98" w:rsidRDefault="00554440" w:rsidP="00E33789">
            <w:r w:rsidRPr="00D76F98">
              <w:rPr>
                <w:noProof/>
              </w:rPr>
              <w:pict>
                <v:shape id="Parallelogram 4" o:spid="_x0000_s1038" type="#_x0000_t7" style="position:absolute;margin-left:437.25pt;margin-top:7.45pt;width:92.25pt;height:69.3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" adj="6186" strokeweight=".25pt"/>
              </w:pict>
            </w:r>
            <w:r>
              <w:t>3</w:t>
            </w:r>
            <w:r>
              <w:t xml:space="preserve">) </w:t>
            </w:r>
            <w:r w:rsidRPr="00D76F98">
              <w:rPr>
                <w:b/>
                <w:u w:val="single"/>
              </w:rPr>
              <w:t>Rhombus</w:t>
            </w:r>
          </w:p>
          <w:p w:rsidR="00554440" w:rsidRPr="002024E3" w:rsidRDefault="00554440" w:rsidP="00554440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All the properties of a </w:t>
            </w:r>
            <w:r>
              <w:rPr>
                <w:rFonts w:ascii="Calibri" w:hAnsi="Calibri"/>
              </w:rPr>
              <w:t>________________</w:t>
            </w:r>
            <w:r w:rsidRPr="002024E3">
              <w:rPr>
                <w:rFonts w:ascii="Calibri" w:hAnsi="Calibri"/>
              </w:rPr>
              <w:t xml:space="preserve"> </w:t>
            </w:r>
            <w:r w:rsidRPr="002024E3">
              <w:rPr>
                <w:rFonts w:ascii="Calibri" w:hAnsi="Calibri"/>
              </w:rPr>
              <w:t>applies to rhombus</w:t>
            </w:r>
          </w:p>
          <w:p w:rsidR="00554440" w:rsidRPr="002024E3" w:rsidRDefault="00554440" w:rsidP="00554440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All </w:t>
            </w:r>
            <w:proofErr w:type="spellStart"/>
            <w:r w:rsidRPr="002024E3">
              <w:rPr>
                <w:rFonts w:ascii="Calibri" w:hAnsi="Calibri"/>
              </w:rPr>
              <w:t>the</w:t>
            </w:r>
            <w:proofErr w:type="spellEnd"/>
            <w:r w:rsidRPr="002024E3">
              <w:rPr>
                <w:rFonts w:ascii="Calibri" w:hAnsi="Calibri"/>
              </w:rPr>
              <w:t xml:space="preserve"> _____________ are congruent (rhombus is equilateral)</w:t>
            </w:r>
          </w:p>
          <w:p w:rsidR="00554440" w:rsidRPr="002024E3" w:rsidRDefault="00554440" w:rsidP="00554440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The ____________ bisect the angles </w:t>
            </w:r>
          </w:p>
          <w:p w:rsidR="00554440" w:rsidRPr="002024E3" w:rsidRDefault="00554440" w:rsidP="00554440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The diagonals are _____________ bisectors of each other </w:t>
            </w:r>
          </w:p>
          <w:p w:rsidR="00554440" w:rsidRPr="002024E3" w:rsidRDefault="00554440" w:rsidP="00E33789">
            <w:pPr>
              <w:numPr>
                <w:ilvl w:val="0"/>
                <w:numId w:val="6"/>
              </w:numPr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>The diagonals divide the rhombus into _______congruent right triangles</w:t>
            </w:r>
          </w:p>
        </w:tc>
      </w:tr>
      <w:tr w:rsidR="00554440" w:rsidRPr="00D76F98" w:rsidTr="00E33789">
        <w:trPr>
          <w:trHeight w:val="1763"/>
        </w:trPr>
        <w:tc>
          <w:tcPr>
            <w:tcW w:w="11016" w:type="dxa"/>
          </w:tcPr>
          <w:p w:rsidR="00554440" w:rsidRPr="00D76F98" w:rsidRDefault="00554440" w:rsidP="00E33789">
            <w:r w:rsidRPr="00D76F98">
              <w:rPr>
                <w:noProof/>
              </w:rPr>
              <w:pict>
                <v:rect id="Rectangle 5" o:spid="_x0000_s1039" style="position:absolute;margin-left:410.25pt;margin-top:6.7pt;width:1in;height:1in;z-index:251668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" strokeweight=".25pt"/>
              </w:pict>
            </w:r>
            <w:r>
              <w:t>4</w:t>
            </w:r>
            <w:r>
              <w:t xml:space="preserve">) </w:t>
            </w:r>
            <w:r w:rsidRPr="00D76F98">
              <w:rPr>
                <w:b/>
                <w:u w:val="single"/>
              </w:rPr>
              <w:t>Square</w:t>
            </w:r>
          </w:p>
          <w:p w:rsidR="00554440" w:rsidRPr="002024E3" w:rsidRDefault="00554440" w:rsidP="00554440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All properties of a </w:t>
            </w:r>
            <w:r>
              <w:rPr>
                <w:rFonts w:ascii="Calibri" w:hAnsi="Calibri"/>
              </w:rPr>
              <w:t>________________</w:t>
            </w:r>
            <w:r w:rsidRPr="002024E3">
              <w:rPr>
                <w:rFonts w:ascii="Calibri" w:hAnsi="Calibri"/>
              </w:rPr>
              <w:t xml:space="preserve"> </w:t>
            </w:r>
            <w:r w:rsidRPr="002024E3">
              <w:rPr>
                <w:rFonts w:ascii="Calibri" w:hAnsi="Calibri"/>
              </w:rPr>
              <w:t>apply to square</w:t>
            </w:r>
          </w:p>
          <w:p w:rsidR="00554440" w:rsidRPr="002024E3" w:rsidRDefault="00554440" w:rsidP="00554440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All properties of rhombus </w:t>
            </w:r>
            <w:r>
              <w:rPr>
                <w:rFonts w:ascii="Calibri" w:hAnsi="Calibri"/>
              </w:rPr>
              <w:t xml:space="preserve">also </w:t>
            </w:r>
            <w:r w:rsidRPr="002024E3">
              <w:rPr>
                <w:rFonts w:ascii="Calibri" w:hAnsi="Calibri"/>
              </w:rPr>
              <w:t xml:space="preserve">apply to </w:t>
            </w:r>
            <w:r>
              <w:rPr>
                <w:rFonts w:ascii="Calibri" w:hAnsi="Calibri"/>
              </w:rPr>
              <w:t>________________</w:t>
            </w:r>
          </w:p>
          <w:p w:rsidR="00554440" w:rsidRPr="002024E3" w:rsidRDefault="00554440" w:rsidP="00E33789">
            <w:pPr>
              <w:numPr>
                <w:ilvl w:val="0"/>
                <w:numId w:val="7"/>
              </w:numPr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The </w:t>
            </w:r>
            <w:r>
              <w:rPr>
                <w:rFonts w:ascii="Calibri" w:hAnsi="Calibri"/>
              </w:rPr>
              <w:t>________________</w:t>
            </w:r>
            <w:r w:rsidRPr="002024E3">
              <w:rPr>
                <w:rFonts w:ascii="Calibri" w:hAnsi="Calibri"/>
              </w:rPr>
              <w:t xml:space="preserve"> </w:t>
            </w:r>
            <w:r w:rsidRPr="002024E3">
              <w:rPr>
                <w:rFonts w:ascii="Calibri" w:hAnsi="Calibri"/>
              </w:rPr>
              <w:t xml:space="preserve">form four isosceles right </w:t>
            </w:r>
            <w:r>
              <w:rPr>
                <w:rFonts w:ascii="Calibri" w:hAnsi="Calibri"/>
              </w:rPr>
              <w:t>________________</w:t>
            </w:r>
          </w:p>
        </w:tc>
      </w:tr>
      <w:tr w:rsidR="00BB1DEA" w:rsidRPr="00D76F98" w:rsidTr="00E33789">
        <w:trPr>
          <w:trHeight w:val="2078"/>
        </w:trPr>
        <w:tc>
          <w:tcPr>
            <w:tcW w:w="11016" w:type="dxa"/>
          </w:tcPr>
          <w:p w:rsidR="00BB1DEA" w:rsidRPr="00D76F98" w:rsidRDefault="00BB1DEA" w:rsidP="00E33789">
            <w:r>
              <w:t xml:space="preserve">3) </w:t>
            </w:r>
            <w:r w:rsidRPr="00D76F98">
              <w:rPr>
                <w:b/>
                <w:u w:val="single"/>
              </w:rPr>
              <w:t>Kite</w:t>
            </w:r>
          </w:p>
          <w:p w:rsidR="00BB1DEA" w:rsidRPr="002024E3" w:rsidRDefault="00BB1DEA" w:rsidP="00BB1DEA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  <w:noProof/>
              </w:rPr>
              <w:pict>
                <v:shape id="Diamond 3" o:spid="_x0000_s1034" style="position:absolute;left:0;text-align:left;margin-left:338.25pt;margin-top:2.1pt;width:176.25pt;height:60.75pt;rotation:18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23837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" path="m,385763l842963,,2238375,376238,842963,771525,,385763xe" strokeweight=".25pt">
                  <v:path arrowok="t" o:connecttype="custom" o:connectlocs="0,385763;842963,0;2238375,376238;842963,771525;0,385763" o:connectangles="0,0,0,0,0"/>
                </v:shape>
              </w:pict>
            </w:r>
            <w:r w:rsidRPr="002024E3">
              <w:rPr>
                <w:rFonts w:ascii="Calibri" w:hAnsi="Calibri"/>
              </w:rPr>
              <w:t xml:space="preserve">Two pairs of </w:t>
            </w:r>
            <w:r w:rsidR="00554440">
              <w:rPr>
                <w:rFonts w:ascii="Calibri" w:hAnsi="Calibri"/>
              </w:rPr>
              <w:t>consecutive</w:t>
            </w:r>
            <w:r w:rsidRPr="002024E3">
              <w:rPr>
                <w:rFonts w:ascii="Calibri" w:hAnsi="Calibri"/>
              </w:rPr>
              <w:t xml:space="preserve"> sides are </w:t>
            </w:r>
            <w:r w:rsidR="00554440">
              <w:rPr>
                <w:rFonts w:ascii="Calibri" w:hAnsi="Calibri"/>
              </w:rPr>
              <w:t>________________</w:t>
            </w:r>
          </w:p>
          <w:p w:rsidR="00BB1DEA" w:rsidRPr="002024E3" w:rsidRDefault="00BB1DEA" w:rsidP="00BB1DEA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Calibri" w:hAnsi="Calibri"/>
              </w:rPr>
            </w:pPr>
            <w:proofErr w:type="spellStart"/>
            <w:r w:rsidRPr="002024E3">
              <w:rPr>
                <w:rFonts w:ascii="Calibri" w:hAnsi="Calibri"/>
              </w:rPr>
              <w:t>The</w:t>
            </w:r>
            <w:proofErr w:type="spellEnd"/>
            <w:r w:rsidRPr="002024E3">
              <w:rPr>
                <w:rFonts w:ascii="Calibri" w:hAnsi="Calibri"/>
              </w:rPr>
              <w:t xml:space="preserve"> ___________________ are perpendicular</w:t>
            </w:r>
          </w:p>
          <w:p w:rsidR="00BB1DEA" w:rsidRPr="002024E3" w:rsidRDefault="00BB1DEA" w:rsidP="00BB1DEA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One</w:t>
            </w:r>
            <w:r w:rsidRPr="002024E3">
              <w:rPr>
                <w:rFonts w:ascii="Calibri" w:hAnsi="Calibri"/>
              </w:rPr>
              <w:t xml:space="preserve"> diagonal is </w:t>
            </w:r>
            <w:r>
              <w:rPr>
                <w:rFonts w:ascii="Calibri" w:hAnsi="Calibri"/>
              </w:rPr>
              <w:t>perpendicular __________</w:t>
            </w:r>
            <w:r w:rsidRPr="002024E3">
              <w:rPr>
                <w:rFonts w:ascii="Calibri" w:hAnsi="Calibri"/>
              </w:rPr>
              <w:t xml:space="preserve"> of the other </w:t>
            </w:r>
          </w:p>
          <w:p w:rsidR="00BB1DEA" w:rsidRPr="002024E3" w:rsidRDefault="00BB1DEA" w:rsidP="00BB1DEA">
            <w:pPr>
              <w:numPr>
                <w:ilvl w:val="0"/>
                <w:numId w:val="5"/>
              </w:numPr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>One pair of____</w:t>
            </w:r>
            <w:r>
              <w:rPr>
                <w:rFonts w:ascii="Calibri" w:hAnsi="Calibri"/>
              </w:rPr>
              <w:t>__</w:t>
            </w:r>
            <w:r w:rsidRPr="002024E3">
              <w:rPr>
                <w:rFonts w:ascii="Calibri" w:hAnsi="Calibri"/>
              </w:rPr>
              <w:t>______ angles are congruent</w:t>
            </w:r>
          </w:p>
          <w:p w:rsidR="00BB1DEA" w:rsidRPr="00D76F98" w:rsidRDefault="00BB1DEA" w:rsidP="00E33789"/>
        </w:tc>
      </w:tr>
      <w:tr w:rsidR="00BB1DEA" w:rsidRPr="00D76F98" w:rsidTr="00E33789">
        <w:trPr>
          <w:trHeight w:val="2295"/>
        </w:trPr>
        <w:tc>
          <w:tcPr>
            <w:tcW w:w="11016" w:type="dxa"/>
          </w:tcPr>
          <w:p w:rsidR="00BB1DEA" w:rsidRPr="00D76F98" w:rsidRDefault="00BB1DEA" w:rsidP="00554440">
            <w:pPr>
              <w:spacing w:line="276" w:lineRule="auto"/>
            </w:pPr>
            <w:r>
              <w:t xml:space="preserve">6) </w:t>
            </w:r>
            <w:r w:rsidRPr="00D76F98">
              <w:rPr>
                <w:b/>
                <w:u w:val="single"/>
              </w:rPr>
              <w:t>Isosceles Trapezoid</w:t>
            </w:r>
            <w:r w:rsidR="00554440">
              <w:t xml:space="preserve"> </w:t>
            </w:r>
            <w:r w:rsidRPr="00D76F98">
              <w:rPr>
                <w:noProof/>
              </w:rPr>
              <w:pict>
                <v:shape id="Trapezoid 6" o:spid="_x0000_s1037" style="position:absolute;margin-left:399.1pt;margin-top:5.7pt;width:120.7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2890,84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" path="m,847725l211931,,1320959,r211931,847725l,847725xe" strokeweight=".25pt">
                  <v:path arrowok="t" o:connecttype="custom" o:connectlocs="0,847725;211931,0;1320959,0;1532890,847725;0,847725" o:connectangles="0,0,0,0,0"/>
                </v:shape>
              </w:pict>
            </w:r>
          </w:p>
          <w:p w:rsidR="00BB1DEA" w:rsidRPr="002024E3" w:rsidRDefault="00BB1DEA" w:rsidP="00554440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The legs are _________________ </w:t>
            </w:r>
          </w:p>
          <w:p w:rsidR="00BB1DEA" w:rsidRPr="002024E3" w:rsidRDefault="00BB1DEA" w:rsidP="00554440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The bases are </w:t>
            </w:r>
            <w:r w:rsidR="00554440">
              <w:rPr>
                <w:rFonts w:ascii="Calibri" w:hAnsi="Calibri"/>
              </w:rPr>
              <w:t>________________</w:t>
            </w:r>
          </w:p>
          <w:p w:rsidR="00BB1DEA" w:rsidRPr="002024E3" w:rsidRDefault="00BB1DEA" w:rsidP="00554440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The </w:t>
            </w:r>
            <w:r w:rsidR="00554440">
              <w:rPr>
                <w:rFonts w:ascii="Calibri" w:hAnsi="Calibri"/>
              </w:rPr>
              <w:t>upper</w:t>
            </w:r>
            <w:r w:rsidRPr="002024E3">
              <w:rPr>
                <w:rFonts w:ascii="Calibri" w:hAnsi="Calibri"/>
              </w:rPr>
              <w:t xml:space="preserve"> base angles are </w:t>
            </w:r>
            <w:r w:rsidR="00554440">
              <w:rPr>
                <w:rFonts w:ascii="Calibri" w:hAnsi="Calibri"/>
              </w:rPr>
              <w:t>________________</w:t>
            </w:r>
          </w:p>
          <w:p w:rsidR="00BB1DEA" w:rsidRPr="002024E3" w:rsidRDefault="00BB1DEA" w:rsidP="00554440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The ________ base angels are </w:t>
            </w:r>
            <w:r w:rsidR="00554440">
              <w:rPr>
                <w:rFonts w:ascii="Calibri" w:hAnsi="Calibri"/>
              </w:rPr>
              <w:t xml:space="preserve">also </w:t>
            </w:r>
            <w:r w:rsidRPr="002024E3">
              <w:rPr>
                <w:rFonts w:ascii="Calibri" w:hAnsi="Calibri"/>
              </w:rPr>
              <w:t>congruent</w:t>
            </w:r>
          </w:p>
          <w:p w:rsidR="00BB1DEA" w:rsidRPr="002024E3" w:rsidRDefault="00BB1DEA" w:rsidP="00554440">
            <w:pPr>
              <w:numPr>
                <w:ilvl w:val="0"/>
                <w:numId w:val="8"/>
              </w:numPr>
              <w:spacing w:line="276" w:lineRule="auto"/>
              <w:contextualSpacing/>
              <w:rPr>
                <w:rFonts w:ascii="Calibri" w:hAnsi="Calibri"/>
              </w:rPr>
            </w:pPr>
            <w:proofErr w:type="spellStart"/>
            <w:r w:rsidRPr="002024E3">
              <w:rPr>
                <w:rFonts w:ascii="Calibri" w:hAnsi="Calibri"/>
              </w:rPr>
              <w:t>The</w:t>
            </w:r>
            <w:proofErr w:type="spellEnd"/>
            <w:r w:rsidRPr="002024E3">
              <w:rPr>
                <w:rFonts w:ascii="Calibri" w:hAnsi="Calibri"/>
              </w:rPr>
              <w:t xml:space="preserve"> __________ are congruent</w:t>
            </w:r>
          </w:p>
          <w:p w:rsidR="00BB1DEA" w:rsidRPr="002024E3" w:rsidRDefault="00BB1DEA" w:rsidP="00BB1DEA">
            <w:pPr>
              <w:numPr>
                <w:ilvl w:val="0"/>
                <w:numId w:val="8"/>
              </w:numPr>
              <w:contextualSpacing/>
              <w:rPr>
                <w:rFonts w:ascii="Calibri" w:hAnsi="Calibri"/>
              </w:rPr>
            </w:pPr>
            <w:r w:rsidRPr="002024E3">
              <w:rPr>
                <w:rFonts w:ascii="Calibri" w:hAnsi="Calibri"/>
              </w:rPr>
              <w:t xml:space="preserve">Any lower base angle is </w:t>
            </w:r>
            <w:r w:rsidR="00554440">
              <w:rPr>
                <w:rFonts w:ascii="Calibri" w:hAnsi="Calibri"/>
              </w:rPr>
              <w:t>________________</w:t>
            </w:r>
            <w:r w:rsidR="00554440" w:rsidRPr="002024E3">
              <w:rPr>
                <w:rFonts w:ascii="Calibri" w:hAnsi="Calibri"/>
              </w:rPr>
              <w:t xml:space="preserve"> </w:t>
            </w:r>
            <w:r w:rsidRPr="002024E3">
              <w:rPr>
                <w:rFonts w:ascii="Calibri" w:hAnsi="Calibri"/>
              </w:rPr>
              <w:t>to any upper base angle</w:t>
            </w:r>
          </w:p>
        </w:tc>
      </w:tr>
    </w:tbl>
    <w:p w:rsidR="00BB1DEA" w:rsidRDefault="00BB1DEA" w:rsidP="00BB1DEA"/>
    <w:p w:rsidR="00554440" w:rsidRPr="00EF22D4" w:rsidRDefault="00554440" w:rsidP="00554440">
      <w:pPr>
        <w:spacing w:after="200" w:line="276" w:lineRule="auto"/>
        <w:rPr>
          <w:rFonts w:cs="Calibri"/>
        </w:rPr>
      </w:pPr>
      <w:r>
        <w:rPr>
          <w:rFonts w:cs="Calibri"/>
          <w:b/>
        </w:rPr>
        <w:lastRenderedPageBreak/>
        <w:t xml:space="preserve">II. </w:t>
      </w:r>
      <w:r w:rsidRPr="00EF22D4">
        <w:rPr>
          <w:rFonts w:cs="Calibri"/>
          <w:b/>
        </w:rPr>
        <w:t>Directions:</w:t>
      </w:r>
      <w:r w:rsidRPr="00EF22D4">
        <w:rPr>
          <w:rFonts w:cs="Calibri"/>
        </w:rPr>
        <w:t xml:space="preserve">  Match the description with </w:t>
      </w:r>
      <w:r w:rsidRPr="00EF22D4">
        <w:rPr>
          <w:rFonts w:cs="Calibri"/>
          <w:b/>
          <w:i/>
        </w:rPr>
        <w:t>all</w:t>
      </w:r>
      <w:r w:rsidRPr="00EF22D4">
        <w:rPr>
          <w:rFonts w:cs="Calibri"/>
        </w:rPr>
        <w:t xml:space="preserve"> the terms that fit it.</w:t>
      </w:r>
    </w:p>
    <w:p w:rsidR="00554440" w:rsidRPr="00554440" w:rsidRDefault="00554440" w:rsidP="00554440">
      <w:pPr>
        <w:spacing w:after="200" w:line="276" w:lineRule="auto"/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a. </w:t>
      </w:r>
      <w:r w:rsidRPr="00554440">
        <w:rPr>
          <w:rFonts w:ascii="Calibri" w:hAnsi="Calibri" w:cs="Calibri"/>
          <w:b/>
        </w:rPr>
        <w:t>Trapezoid</w:t>
      </w:r>
      <w:r w:rsidRPr="00554440">
        <w:rPr>
          <w:rFonts w:ascii="Calibri" w:hAnsi="Calibri" w:cs="Calibri"/>
          <w:b/>
        </w:rPr>
        <w:tab/>
      </w:r>
      <w:r w:rsidRPr="00554440">
        <w:rPr>
          <w:rFonts w:ascii="Calibri" w:hAnsi="Calibri" w:cs="Calibri"/>
          <w:b/>
        </w:rPr>
        <w:tab/>
        <w:t>b. Isosceles triangle</w:t>
      </w:r>
      <w:r w:rsidRPr="00554440">
        <w:rPr>
          <w:rFonts w:ascii="Calibri" w:hAnsi="Calibri" w:cs="Calibri"/>
          <w:b/>
        </w:rPr>
        <w:tab/>
      </w:r>
      <w:r w:rsidRPr="00554440">
        <w:rPr>
          <w:rFonts w:ascii="Calibri" w:hAnsi="Calibri" w:cs="Calibri"/>
          <w:b/>
        </w:rPr>
        <w:tab/>
        <w:t>c. Parallelogram</w:t>
      </w:r>
      <w:r w:rsidRPr="00554440">
        <w:rPr>
          <w:rFonts w:ascii="Calibri" w:hAnsi="Calibri" w:cs="Calibri"/>
          <w:b/>
        </w:rPr>
        <w:tab/>
      </w:r>
      <w:r w:rsidRPr="00554440">
        <w:rPr>
          <w:rFonts w:ascii="Calibri" w:hAnsi="Calibri" w:cs="Calibri"/>
          <w:b/>
        </w:rPr>
        <w:tab/>
        <w:t>d. Rhombus</w:t>
      </w:r>
    </w:p>
    <w:p w:rsidR="00554440" w:rsidRPr="00EF22D4" w:rsidRDefault="00554440" w:rsidP="00554440">
      <w:pPr>
        <w:spacing w:after="200" w:line="276" w:lineRule="auto"/>
        <w:ind w:left="360"/>
        <w:rPr>
          <w:rFonts w:cs="Calibri"/>
          <w:b/>
        </w:rPr>
      </w:pPr>
      <w:r w:rsidRPr="00EF22D4">
        <w:rPr>
          <w:rFonts w:cs="Calibri"/>
          <w:b/>
        </w:rPr>
        <w:t>e. Kite</w:t>
      </w:r>
      <w:r w:rsidRPr="00EF22D4">
        <w:rPr>
          <w:rFonts w:cs="Calibri"/>
          <w:b/>
        </w:rPr>
        <w:tab/>
      </w:r>
      <w:r w:rsidRPr="00EF22D4">
        <w:rPr>
          <w:rFonts w:cs="Calibri"/>
          <w:b/>
        </w:rPr>
        <w:tab/>
      </w:r>
      <w:r w:rsidRPr="00EF22D4">
        <w:rPr>
          <w:rFonts w:cs="Calibri"/>
          <w:b/>
        </w:rPr>
        <w:tab/>
        <w:t>f. Rectangle</w:t>
      </w:r>
      <w:r w:rsidRPr="00EF22D4">
        <w:rPr>
          <w:rFonts w:cs="Calibri"/>
          <w:b/>
        </w:rPr>
        <w:tab/>
      </w:r>
      <w:r w:rsidRPr="00EF22D4">
        <w:rPr>
          <w:rFonts w:cs="Calibri"/>
          <w:b/>
        </w:rPr>
        <w:tab/>
      </w:r>
      <w:r w:rsidRPr="00EF22D4">
        <w:rPr>
          <w:rFonts w:cs="Calibri"/>
          <w:b/>
        </w:rPr>
        <w:tab/>
        <w:t>g. Square</w:t>
      </w:r>
      <w:r w:rsidRPr="00EF22D4">
        <w:rPr>
          <w:rFonts w:cs="Calibri"/>
          <w:b/>
        </w:rPr>
        <w:tab/>
      </w:r>
      <w:r w:rsidRPr="00EF22D4">
        <w:rPr>
          <w:rFonts w:cs="Calibri"/>
          <w:b/>
        </w:rPr>
        <w:tab/>
      </w:r>
      <w:r>
        <w:rPr>
          <w:rFonts w:cs="Calibri"/>
          <w:b/>
        </w:rPr>
        <w:tab/>
      </w:r>
      <w:r w:rsidRPr="00EF22D4">
        <w:rPr>
          <w:rFonts w:cs="Calibri"/>
          <w:b/>
        </w:rPr>
        <w:t>h. All quadrilaterals</w:t>
      </w:r>
    </w:p>
    <w:p w:rsidR="00554440" w:rsidRPr="00EF22D4" w:rsidRDefault="00554440" w:rsidP="00554440">
      <w:pPr>
        <w:pStyle w:val="ListParagraph"/>
        <w:numPr>
          <w:ilvl w:val="0"/>
          <w:numId w:val="9"/>
        </w:numPr>
        <w:spacing w:after="200" w:line="360" w:lineRule="auto"/>
        <w:rPr>
          <w:rFonts w:ascii="Calibri" w:hAnsi="Calibri" w:cs="Calibri"/>
        </w:rPr>
      </w:pPr>
      <w:r w:rsidRPr="00EF22D4">
        <w:rPr>
          <w:rFonts w:ascii="Calibri" w:hAnsi="Calibri" w:cs="Calibri"/>
        </w:rPr>
        <w:t>___________Diagonals bisect each other.</w:t>
      </w:r>
    </w:p>
    <w:p w:rsidR="00554440" w:rsidRPr="00EF22D4" w:rsidRDefault="00554440" w:rsidP="00554440">
      <w:pPr>
        <w:pStyle w:val="ListParagraph"/>
        <w:numPr>
          <w:ilvl w:val="0"/>
          <w:numId w:val="9"/>
        </w:numPr>
        <w:spacing w:after="200" w:line="360" w:lineRule="auto"/>
        <w:rPr>
          <w:rFonts w:ascii="Calibri" w:hAnsi="Calibri" w:cs="Calibri"/>
        </w:rPr>
      </w:pPr>
      <w:r w:rsidRPr="00EF22D4">
        <w:rPr>
          <w:rFonts w:ascii="Calibri" w:hAnsi="Calibri" w:cs="Calibri"/>
        </w:rPr>
        <w:t>___________Diagonals are congruent.</w:t>
      </w:r>
    </w:p>
    <w:p w:rsidR="00554440" w:rsidRPr="00EF22D4" w:rsidRDefault="00554440" w:rsidP="00554440">
      <w:pPr>
        <w:pStyle w:val="ListParagraph"/>
        <w:numPr>
          <w:ilvl w:val="0"/>
          <w:numId w:val="9"/>
        </w:numPr>
        <w:spacing w:after="200" w:line="360" w:lineRule="auto"/>
        <w:rPr>
          <w:rFonts w:ascii="Calibri" w:hAnsi="Calibri" w:cs="Calibri"/>
        </w:rPr>
      </w:pPr>
      <w:r w:rsidRPr="00EF22D4">
        <w:rPr>
          <w:rFonts w:ascii="Calibri" w:hAnsi="Calibri" w:cs="Calibri"/>
        </w:rPr>
        <w:t>___________Opposite sides are congruent.</w:t>
      </w:r>
    </w:p>
    <w:p w:rsidR="00554440" w:rsidRPr="00EF22D4" w:rsidRDefault="00554440" w:rsidP="00554440">
      <w:pPr>
        <w:pStyle w:val="ListParagraph"/>
        <w:numPr>
          <w:ilvl w:val="0"/>
          <w:numId w:val="9"/>
        </w:numPr>
        <w:spacing w:after="200" w:line="360" w:lineRule="auto"/>
        <w:rPr>
          <w:rFonts w:ascii="Calibri" w:hAnsi="Calibri" w:cs="Calibri"/>
        </w:rPr>
      </w:pPr>
      <w:r w:rsidRPr="00EF22D4">
        <w:rPr>
          <w:rFonts w:ascii="Calibri" w:hAnsi="Calibri" w:cs="Calibri"/>
        </w:rPr>
        <w:t>___________Both diagonals bisect angles.</w:t>
      </w:r>
    </w:p>
    <w:p w:rsidR="00554440" w:rsidRPr="00EF22D4" w:rsidRDefault="00554440" w:rsidP="00554440">
      <w:pPr>
        <w:pStyle w:val="ListParagraph"/>
        <w:numPr>
          <w:ilvl w:val="0"/>
          <w:numId w:val="9"/>
        </w:numPr>
        <w:spacing w:after="200" w:line="360" w:lineRule="auto"/>
        <w:rPr>
          <w:rFonts w:ascii="Calibri" w:hAnsi="Calibri" w:cs="Calibri"/>
        </w:rPr>
      </w:pPr>
      <w:r w:rsidRPr="00EF22D4">
        <w:rPr>
          <w:rFonts w:ascii="Calibri" w:hAnsi="Calibri" w:cs="Calibri"/>
        </w:rPr>
        <w:t>___________Diagonals are perpendicular.</w:t>
      </w:r>
    </w:p>
    <w:p w:rsidR="00554440" w:rsidRPr="00EF22D4" w:rsidRDefault="00554440" w:rsidP="00554440">
      <w:pPr>
        <w:pStyle w:val="ListParagraph"/>
        <w:numPr>
          <w:ilvl w:val="0"/>
          <w:numId w:val="9"/>
        </w:numPr>
        <w:spacing w:after="200" w:line="360" w:lineRule="auto"/>
        <w:rPr>
          <w:rFonts w:ascii="Calibri" w:hAnsi="Calibri" w:cs="Calibri"/>
        </w:rPr>
      </w:pPr>
      <w:r w:rsidRPr="00EF22D4">
        <w:rPr>
          <w:rFonts w:ascii="Calibri" w:hAnsi="Calibri" w:cs="Calibri"/>
        </w:rPr>
        <w:t xml:space="preserve">___________Measure of interior angles sum to 360° </w:t>
      </w:r>
    </w:p>
    <w:p w:rsidR="00554440" w:rsidRPr="00EF22D4" w:rsidRDefault="00554440" w:rsidP="00554440">
      <w:pPr>
        <w:pStyle w:val="ListParagraph"/>
        <w:numPr>
          <w:ilvl w:val="0"/>
          <w:numId w:val="9"/>
        </w:numPr>
        <w:spacing w:after="200" w:line="360" w:lineRule="auto"/>
        <w:rPr>
          <w:rFonts w:ascii="Calibri" w:hAnsi="Calibri" w:cs="Calibri"/>
        </w:rPr>
      </w:pPr>
      <w:r w:rsidRPr="00EF22D4">
        <w:rPr>
          <w:rFonts w:ascii="Calibri" w:hAnsi="Calibri" w:cs="Calibri"/>
        </w:rPr>
        <w:t>___________Opposite angles are congruent.</w:t>
      </w:r>
    </w:p>
    <w:p w:rsidR="00554440" w:rsidRDefault="00554440" w:rsidP="00554440">
      <w:pPr>
        <w:pStyle w:val="ListParagraph"/>
        <w:numPr>
          <w:ilvl w:val="0"/>
          <w:numId w:val="9"/>
        </w:numPr>
        <w:spacing w:after="200" w:line="276" w:lineRule="auto"/>
        <w:rPr>
          <w:rFonts w:ascii="Calibri" w:hAnsi="Calibri" w:cs="Calibri"/>
        </w:rPr>
      </w:pPr>
      <w:r w:rsidRPr="00EF22D4">
        <w:rPr>
          <w:rFonts w:ascii="Calibri" w:hAnsi="Calibri" w:cs="Calibri"/>
        </w:rPr>
        <w:t>___________Diagonals are perpendicular bisector of each other.</w:t>
      </w:r>
    </w:p>
    <w:p w:rsidR="00554440" w:rsidRPr="00554440" w:rsidRDefault="00554440" w:rsidP="00554440">
      <w:pPr>
        <w:spacing w:line="276" w:lineRule="auto"/>
        <w:rPr>
          <w:rFonts w:ascii="Calibri" w:hAnsi="Calibri" w:cs="Calibri"/>
          <w:b/>
        </w:rPr>
      </w:pPr>
      <w:r>
        <w:rPr>
          <w:rFonts w:cs="Calibri"/>
          <w:b/>
        </w:rPr>
        <w:t xml:space="preserve">III. </w:t>
      </w:r>
      <w:r w:rsidRPr="00EF22D4">
        <w:rPr>
          <w:rFonts w:cs="Calibri"/>
          <w:b/>
        </w:rPr>
        <w:t>Directions:</w:t>
      </w:r>
      <w:r w:rsidRPr="00EF22D4">
        <w:rPr>
          <w:rFonts w:cs="Calibri"/>
        </w:rPr>
        <w:t xml:space="preserve">  </w:t>
      </w:r>
      <w:r>
        <w:rPr>
          <w:rFonts w:cs="Calibri"/>
        </w:rPr>
        <w:t>Show all work.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8"/>
        <w:gridCol w:w="5508"/>
      </w:tblGrid>
      <w:tr w:rsidR="00554440" w:rsidRPr="00EF22D4" w:rsidTr="00E33789">
        <w:trPr>
          <w:trHeight w:val="2348"/>
        </w:trPr>
        <w:tc>
          <w:tcPr>
            <w:tcW w:w="5508" w:type="dxa"/>
            <w:shd w:val="clear" w:color="auto" w:fill="auto"/>
          </w:tcPr>
          <w:p w:rsidR="00554440" w:rsidRPr="00EF22D4" w:rsidRDefault="00554440" w:rsidP="00E33789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Pr="00EF22D4">
              <w:rPr>
                <w:rFonts w:cs="Calibri"/>
              </w:rPr>
              <w:t>) Find the measurements of angle B, C, and D.</w:t>
            </w:r>
          </w:p>
          <w:p w:rsidR="00554440" w:rsidRPr="00EF22D4" w:rsidRDefault="00554440" w:rsidP="00E33789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inline distT="0" distB="0" distL="0" distR="0">
                  <wp:extent cx="1933575" cy="1276350"/>
                  <wp:effectExtent l="19050" t="0" r="9525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4440" w:rsidRPr="00EF22D4" w:rsidRDefault="00554440" w:rsidP="00E33789">
            <w:pPr>
              <w:rPr>
                <w:rFonts w:cs="Calibri"/>
              </w:rPr>
            </w:pPr>
          </w:p>
        </w:tc>
        <w:tc>
          <w:tcPr>
            <w:tcW w:w="5508" w:type="dxa"/>
            <w:vMerge w:val="restart"/>
            <w:shd w:val="clear" w:color="auto" w:fill="auto"/>
          </w:tcPr>
          <w:p w:rsidR="00554440" w:rsidRPr="00EF22D4" w:rsidRDefault="00554440" w:rsidP="00E33789">
            <w:pPr>
              <w:rPr>
                <w:rFonts w:cs="Calibri"/>
              </w:rPr>
            </w:pPr>
            <w:r w:rsidRPr="00EF22D4">
              <w:rPr>
                <w:rFonts w:cs="Calibri"/>
              </w:rPr>
              <w:t xml:space="preserve">6) Which of the following quadrilaterals have </w:t>
            </w:r>
            <w:proofErr w:type="gramStart"/>
            <w:r w:rsidRPr="00EF22D4">
              <w:rPr>
                <w:rFonts w:cs="Calibri"/>
              </w:rPr>
              <w:t>diagonals that are perpendicular</w:t>
            </w:r>
            <w:proofErr w:type="gramEnd"/>
            <w:r w:rsidRPr="00EF22D4">
              <w:rPr>
                <w:rFonts w:cs="Calibri"/>
              </w:rPr>
              <w:t>?</w:t>
            </w:r>
          </w:p>
          <w:p w:rsidR="00554440" w:rsidRPr="00EF22D4" w:rsidRDefault="00554440" w:rsidP="00E33789">
            <w:pPr>
              <w:rPr>
                <w:rFonts w:cs="Calibri"/>
              </w:rPr>
            </w:pP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Parallelogram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Rhombus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Square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Kite</w:t>
            </w:r>
          </w:p>
          <w:p w:rsidR="00554440" w:rsidRPr="00EF22D4" w:rsidRDefault="00554440" w:rsidP="00E33789">
            <w:pPr>
              <w:pStyle w:val="ListParagraph"/>
              <w:ind w:left="1080"/>
              <w:rPr>
                <w:rFonts w:ascii="Calibri" w:hAnsi="Calibri" w:cs="Calibri"/>
              </w:rPr>
            </w:pP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 xml:space="preserve">I 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II and III only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II, III, and IV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II and IV only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All of the above</w:t>
            </w:r>
          </w:p>
          <w:p w:rsidR="00554440" w:rsidRPr="00EF22D4" w:rsidRDefault="00554440" w:rsidP="00E33789">
            <w:pPr>
              <w:rPr>
                <w:rFonts w:cs="Calibri"/>
              </w:rPr>
            </w:pPr>
          </w:p>
          <w:p w:rsidR="00554440" w:rsidRDefault="00554440" w:rsidP="00E33789">
            <w:pPr>
              <w:rPr>
                <w:rFonts w:cs="Calibri"/>
              </w:rPr>
            </w:pPr>
            <w:r w:rsidRPr="00EF22D4">
              <w:rPr>
                <w:rFonts w:cs="Calibri"/>
              </w:rPr>
              <w:t xml:space="preserve">To prove your answer above, draw four different diagrams with their diagonals. </w:t>
            </w:r>
          </w:p>
          <w:p w:rsidR="00554440" w:rsidRPr="00554440" w:rsidRDefault="00554440" w:rsidP="00E33789">
            <w:pPr>
              <w:rPr>
                <w:rFonts w:cs="Calibri"/>
                <w:sz w:val="1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585"/>
              <w:gridCol w:w="2586"/>
            </w:tblGrid>
            <w:tr w:rsidR="00554440" w:rsidRPr="00853447" w:rsidTr="00E33789">
              <w:trPr>
                <w:trHeight w:val="495"/>
              </w:trPr>
              <w:tc>
                <w:tcPr>
                  <w:tcW w:w="2585" w:type="dxa"/>
                  <w:shd w:val="clear" w:color="auto" w:fill="auto"/>
                </w:tcPr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  <w:r w:rsidRPr="00EF22D4">
                    <w:rPr>
                      <w:rFonts w:cs="Calibri"/>
                    </w:rPr>
                    <w:t>Parallelogram</w:t>
                  </w: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  <w:r w:rsidRPr="00EF22D4">
                    <w:rPr>
                      <w:rFonts w:cs="Calibri"/>
                    </w:rPr>
                    <w:t>Rhombus</w:t>
                  </w: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</w:tc>
            </w:tr>
            <w:tr w:rsidR="00554440" w:rsidRPr="00853447" w:rsidTr="00E33789">
              <w:trPr>
                <w:trHeight w:val="1738"/>
              </w:trPr>
              <w:tc>
                <w:tcPr>
                  <w:tcW w:w="2585" w:type="dxa"/>
                  <w:shd w:val="clear" w:color="auto" w:fill="auto"/>
                </w:tcPr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  <w:r w:rsidRPr="00EF22D4">
                    <w:rPr>
                      <w:rFonts w:cs="Calibri"/>
                    </w:rPr>
                    <w:t>Square</w:t>
                  </w: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Default="00554440" w:rsidP="00E33789">
                  <w:pPr>
                    <w:rPr>
                      <w:rFonts w:cs="Calibri"/>
                    </w:rPr>
                  </w:pPr>
                </w:p>
                <w:p w:rsidR="00554440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:rsidR="00554440" w:rsidRPr="00EF22D4" w:rsidRDefault="00554440" w:rsidP="00E33789">
                  <w:pPr>
                    <w:rPr>
                      <w:rFonts w:cs="Calibri"/>
                    </w:rPr>
                  </w:pPr>
                  <w:r w:rsidRPr="00EF22D4">
                    <w:rPr>
                      <w:rFonts w:cs="Calibri"/>
                    </w:rPr>
                    <w:t>Kite</w:t>
                  </w:r>
                </w:p>
              </w:tc>
            </w:tr>
          </w:tbl>
          <w:p w:rsidR="00554440" w:rsidRPr="00EF22D4" w:rsidRDefault="00554440" w:rsidP="00E33789">
            <w:pPr>
              <w:rPr>
                <w:rFonts w:cs="Calibri"/>
                <w:b/>
              </w:rPr>
            </w:pPr>
          </w:p>
        </w:tc>
      </w:tr>
      <w:tr w:rsidR="00554440" w:rsidRPr="00EF22D4" w:rsidTr="00554440">
        <w:trPr>
          <w:trHeight w:val="2870"/>
        </w:trPr>
        <w:tc>
          <w:tcPr>
            <w:tcW w:w="5508" w:type="dxa"/>
            <w:shd w:val="clear" w:color="auto" w:fill="auto"/>
          </w:tcPr>
          <w:p w:rsidR="00554440" w:rsidRPr="00EF22D4" w:rsidRDefault="00554440" w:rsidP="00E33789">
            <w:pPr>
              <w:rPr>
                <w:rFonts w:cs="Calibri"/>
                <w:noProof/>
              </w:rPr>
            </w:pPr>
            <w:r w:rsidRPr="00EF22D4">
              <w:rPr>
                <w:rFonts w:cs="Calibri"/>
              </w:rPr>
              <w:t xml:space="preserve">7) </w:t>
            </w:r>
            <w:r w:rsidRPr="00EF22D4">
              <w:rPr>
                <w:rFonts w:cs="Calibri"/>
                <w:noProof/>
              </w:rPr>
              <w:t>If one diagonal of a rhombus is 10 cm and the other 24 cm, how long is each side of the rhombus?</w:t>
            </w:r>
          </w:p>
          <w:p w:rsidR="00554440" w:rsidRPr="00554440" w:rsidRDefault="00554440" w:rsidP="00E33789">
            <w:pPr>
              <w:rPr>
                <w:rFonts w:cs="Calibri"/>
                <w:sz w:val="14"/>
              </w:rPr>
            </w:pPr>
          </w:p>
        </w:tc>
        <w:tc>
          <w:tcPr>
            <w:tcW w:w="5508" w:type="dxa"/>
            <w:vMerge/>
            <w:shd w:val="clear" w:color="auto" w:fill="auto"/>
          </w:tcPr>
          <w:p w:rsidR="00554440" w:rsidRPr="00EF22D4" w:rsidRDefault="00554440" w:rsidP="00E33789">
            <w:pPr>
              <w:rPr>
                <w:rFonts w:cs="Calibri"/>
              </w:rPr>
            </w:pPr>
          </w:p>
        </w:tc>
      </w:tr>
      <w:tr w:rsidR="00554440" w:rsidRPr="00EF22D4" w:rsidTr="00E33789">
        <w:trPr>
          <w:trHeight w:val="2962"/>
        </w:trPr>
        <w:tc>
          <w:tcPr>
            <w:tcW w:w="5508" w:type="dxa"/>
            <w:shd w:val="clear" w:color="auto" w:fill="auto"/>
          </w:tcPr>
          <w:p w:rsidR="00554440" w:rsidRPr="00EF22D4" w:rsidRDefault="00554440" w:rsidP="00E33789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86995</wp:posOffset>
                  </wp:positionV>
                  <wp:extent cx="1527175" cy="1254760"/>
                  <wp:effectExtent l="19050" t="0" r="0" b="0"/>
                  <wp:wrapSquare wrapText="bothSides"/>
                  <wp:docPr id="1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F22D4">
              <w:rPr>
                <w:rFonts w:cs="Calibri"/>
              </w:rPr>
              <w:t>8) Find the length of DE</w:t>
            </w:r>
            <w:r>
              <w:rPr>
                <w:rFonts w:cs="Calibri"/>
              </w:rPr>
              <w:t xml:space="preserve"> if DEFG is a square</w:t>
            </w:r>
            <w:r w:rsidRPr="00EF22D4">
              <w:rPr>
                <w:rFonts w:cs="Calibri"/>
              </w:rPr>
              <w:t>.</w:t>
            </w:r>
          </w:p>
          <w:p w:rsidR="00554440" w:rsidRPr="00EF22D4" w:rsidRDefault="00554440" w:rsidP="00E33789">
            <w:pPr>
              <w:rPr>
                <w:rFonts w:cs="Calibri"/>
              </w:rPr>
            </w:pP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5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5</w:t>
            </w:r>
            <m:oMath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2</m:t>
                  </m:r>
                </m:e>
              </m:rad>
            </m:oMath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6</w:t>
            </w:r>
          </w:p>
          <w:p w:rsidR="00554440" w:rsidRPr="00EF22D4" w:rsidRDefault="00554440" w:rsidP="00554440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EF22D4">
              <w:rPr>
                <w:rFonts w:ascii="Calibri" w:hAnsi="Calibri" w:cs="Calibri"/>
              </w:rPr>
              <w:t>6</w:t>
            </w:r>
            <m:oMath>
              <m:rad>
                <m:radPr>
                  <m:degHide m:val="on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2</m:t>
                  </m:r>
                </m:e>
              </m:rad>
            </m:oMath>
          </w:p>
          <w:p w:rsidR="00554440" w:rsidRPr="00EF22D4" w:rsidRDefault="00554440" w:rsidP="00E33789">
            <w:pPr>
              <w:rPr>
                <w:rFonts w:cs="Calibri"/>
              </w:rPr>
            </w:pPr>
          </w:p>
          <w:p w:rsidR="00554440" w:rsidRPr="00EF22D4" w:rsidRDefault="00554440" w:rsidP="00554440">
            <w:pPr>
              <w:spacing w:line="276" w:lineRule="auto"/>
              <w:rPr>
                <w:rFonts w:cs="Calibri"/>
              </w:rPr>
            </w:pPr>
            <w:r w:rsidRPr="00EF22D4">
              <w:rPr>
                <w:rFonts w:cs="Calibri"/>
              </w:rPr>
              <w:t>Justify your answer in a sentence:</w:t>
            </w:r>
          </w:p>
          <w:p w:rsidR="00554440" w:rsidRPr="00EF22D4" w:rsidRDefault="00554440" w:rsidP="00554440">
            <w:pPr>
              <w:spacing w:line="276" w:lineRule="auto"/>
              <w:rPr>
                <w:rFonts w:cs="Calibri"/>
              </w:rPr>
            </w:pPr>
            <w:r w:rsidRPr="00EF22D4">
              <w:rPr>
                <w:rFonts w:cs="Calibri"/>
              </w:rPr>
              <w:t>_______________________________________</w:t>
            </w:r>
            <w:r>
              <w:rPr>
                <w:rFonts w:cs="Calibri"/>
              </w:rPr>
              <w:t>___________________</w:t>
            </w:r>
            <w:r w:rsidRPr="00EF22D4">
              <w:rPr>
                <w:rFonts w:cs="Calibri"/>
              </w:rPr>
              <w:t>_____</w:t>
            </w:r>
          </w:p>
          <w:p w:rsidR="00554440" w:rsidRPr="00EF22D4" w:rsidRDefault="00554440" w:rsidP="00554440">
            <w:pPr>
              <w:spacing w:line="276" w:lineRule="auto"/>
              <w:rPr>
                <w:rFonts w:cs="Calibri"/>
              </w:rPr>
            </w:pPr>
            <w:r w:rsidRPr="00EF22D4">
              <w:rPr>
                <w:rFonts w:cs="Calibri"/>
              </w:rPr>
              <w:t>___________________________________</w:t>
            </w:r>
            <w:r>
              <w:rPr>
                <w:rFonts w:cs="Calibri"/>
              </w:rPr>
              <w:t>___________________</w:t>
            </w:r>
            <w:r w:rsidRPr="00EF22D4">
              <w:rPr>
                <w:rFonts w:cs="Calibri"/>
              </w:rPr>
              <w:t>_________</w:t>
            </w:r>
          </w:p>
          <w:p w:rsidR="00554440" w:rsidRPr="00EF22D4" w:rsidRDefault="00554440" w:rsidP="00E33789">
            <w:pPr>
              <w:rPr>
                <w:rFonts w:cs="Calibri"/>
              </w:rPr>
            </w:pPr>
            <w:r w:rsidRPr="00EF22D4">
              <w:rPr>
                <w:rFonts w:cs="Calibri"/>
              </w:rPr>
              <w:t>_________________________________</w:t>
            </w:r>
            <w:r>
              <w:rPr>
                <w:rFonts w:cs="Calibri"/>
              </w:rPr>
              <w:t>___________________</w:t>
            </w:r>
            <w:r w:rsidRPr="00EF22D4">
              <w:rPr>
                <w:rFonts w:cs="Calibri"/>
              </w:rPr>
              <w:t>___________</w:t>
            </w:r>
          </w:p>
        </w:tc>
        <w:tc>
          <w:tcPr>
            <w:tcW w:w="5508" w:type="dxa"/>
            <w:vMerge/>
            <w:shd w:val="clear" w:color="auto" w:fill="auto"/>
          </w:tcPr>
          <w:p w:rsidR="00554440" w:rsidRPr="00EF22D4" w:rsidRDefault="00554440" w:rsidP="00E33789">
            <w:pPr>
              <w:rPr>
                <w:rFonts w:cs="Calibri"/>
              </w:rPr>
            </w:pPr>
          </w:p>
        </w:tc>
      </w:tr>
    </w:tbl>
    <w:p w:rsidR="004A1C66" w:rsidRPr="00554440" w:rsidRDefault="004A1C66" w:rsidP="00554440">
      <w:pPr>
        <w:rPr>
          <w:b/>
          <w:sz w:val="2"/>
        </w:rPr>
      </w:pPr>
    </w:p>
    <w:sectPr w:rsidR="004A1C66" w:rsidRPr="00554440" w:rsidSect="008D1D28">
      <w:footerReference w:type="default" r:id="rId1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826" w:rsidRDefault="00587826" w:rsidP="004A1C66">
      <w:r>
        <w:separator/>
      </w:r>
    </w:p>
  </w:endnote>
  <w:endnote w:type="continuationSeparator" w:id="0">
    <w:p w:rsidR="00587826" w:rsidRDefault="00587826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826" w:rsidRDefault="00587826" w:rsidP="004A1C66">
      <w:r>
        <w:separator/>
      </w:r>
    </w:p>
  </w:footnote>
  <w:footnote w:type="continuationSeparator" w:id="0">
    <w:p w:rsidR="00587826" w:rsidRDefault="00587826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F6DBD"/>
    <w:multiLevelType w:val="hybridMultilevel"/>
    <w:tmpl w:val="2D707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5D4B"/>
    <w:multiLevelType w:val="hybridMultilevel"/>
    <w:tmpl w:val="D99CF4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C563F"/>
    <w:multiLevelType w:val="hybridMultilevel"/>
    <w:tmpl w:val="D9C2A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82079"/>
    <w:multiLevelType w:val="hybridMultilevel"/>
    <w:tmpl w:val="71C0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A1B1C"/>
    <w:multiLevelType w:val="hybridMultilevel"/>
    <w:tmpl w:val="EBF80F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E414F"/>
    <w:multiLevelType w:val="hybridMultilevel"/>
    <w:tmpl w:val="0058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853CD"/>
    <w:multiLevelType w:val="hybridMultilevel"/>
    <w:tmpl w:val="377E5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F6470"/>
    <w:multiLevelType w:val="hybridMultilevel"/>
    <w:tmpl w:val="63CC0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23314"/>
    <w:multiLevelType w:val="hybridMultilevel"/>
    <w:tmpl w:val="9FDE874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97B54"/>
    <w:multiLevelType w:val="hybridMultilevel"/>
    <w:tmpl w:val="29EA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3"/>
  </w:num>
  <w:num w:numId="7">
    <w:abstractNumId w:val="4"/>
  </w:num>
  <w:num w:numId="8">
    <w:abstractNumId w:val="1"/>
  </w:num>
  <w:num w:numId="9">
    <w:abstractNumId w:val="13"/>
  </w:num>
  <w:num w:numId="10">
    <w:abstractNumId w:val="2"/>
  </w:num>
  <w:num w:numId="11">
    <w:abstractNumId w:val="5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71B"/>
    <w:rsid w:val="000248E2"/>
    <w:rsid w:val="0009271B"/>
    <w:rsid w:val="000E7FCD"/>
    <w:rsid w:val="0014442C"/>
    <w:rsid w:val="0019665E"/>
    <w:rsid w:val="001B0A83"/>
    <w:rsid w:val="001C5B15"/>
    <w:rsid w:val="002324D1"/>
    <w:rsid w:val="00242D79"/>
    <w:rsid w:val="00290E04"/>
    <w:rsid w:val="002F014A"/>
    <w:rsid w:val="003B785F"/>
    <w:rsid w:val="004A1C66"/>
    <w:rsid w:val="004B270D"/>
    <w:rsid w:val="004D05E9"/>
    <w:rsid w:val="004E6D2D"/>
    <w:rsid w:val="00554440"/>
    <w:rsid w:val="005666CA"/>
    <w:rsid w:val="00587826"/>
    <w:rsid w:val="00635C2C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B53200"/>
    <w:rsid w:val="00BB1DEA"/>
    <w:rsid w:val="00C92AC1"/>
    <w:rsid w:val="00CE4705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cp:lastPrinted>2015-03-27T05:30:00Z</cp:lastPrinted>
  <dcterms:created xsi:type="dcterms:W3CDTF">2015-03-23T04:39:00Z</dcterms:created>
  <dcterms:modified xsi:type="dcterms:W3CDTF">2015-03-27T05:31:00Z</dcterms:modified>
</cp:coreProperties>
</file>